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3F72" w14:textId="77777777" w:rsidR="00BB5144" w:rsidRPr="00561165" w:rsidRDefault="00BB5144" w:rsidP="00BB5144">
      <w:pPr>
        <w:pStyle w:val="Nadpis1"/>
        <w:spacing w:before="0"/>
        <w:rPr>
          <w:sz w:val="32"/>
          <w:szCs w:val="32"/>
        </w:rPr>
      </w:pPr>
      <w:bookmarkStart w:id="0" w:name="_Hlk161391432"/>
      <w:r w:rsidRPr="00E1711C">
        <w:rPr>
          <w:sz w:val="32"/>
          <w:szCs w:val="32"/>
        </w:rPr>
        <w:t>Specifikace předmětu veřejné zakázky – technické podmínky</w:t>
      </w:r>
      <w:r w:rsidRPr="00E1711C">
        <w:rPr>
          <w:b w:val="0"/>
          <w:bCs/>
          <w:sz w:val="18"/>
          <w:szCs w:val="18"/>
        </w:rPr>
        <w:t xml:space="preserve"> </w:t>
      </w:r>
      <w:bookmarkEnd w:id="0"/>
      <w:r>
        <w:rPr>
          <w:b w:val="0"/>
          <w:bCs/>
          <w:sz w:val="18"/>
          <w:szCs w:val="18"/>
        </w:rPr>
        <w:t xml:space="preserve"> </w:t>
      </w:r>
    </w:p>
    <w:p w14:paraId="7FB7885B" w14:textId="60A5BB85" w:rsidR="00EA0815" w:rsidRPr="00561165" w:rsidRDefault="00BB5144" w:rsidP="00EA0815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 xml:space="preserve">pro </w:t>
      </w:r>
      <w:r w:rsidR="006C4718" w:rsidRPr="006C4718">
        <w:rPr>
          <w:sz w:val="32"/>
          <w:szCs w:val="32"/>
        </w:rPr>
        <w:t>MUV 69.2 - 1136</w:t>
      </w:r>
    </w:p>
    <w:p w14:paraId="588D1BEF" w14:textId="77777777" w:rsidR="00413E5D" w:rsidRDefault="00413E5D" w:rsidP="00413E5D"/>
    <w:p w14:paraId="38757FCF" w14:textId="77777777" w:rsidR="00413E5D" w:rsidRPr="00BB4DC1" w:rsidRDefault="00413E5D" w:rsidP="00413E5D">
      <w:pPr>
        <w:pStyle w:val="Nadpis2"/>
        <w:spacing w:before="0"/>
      </w:pPr>
      <w:r>
        <w:t xml:space="preserve">1. </w:t>
      </w:r>
      <w:r w:rsidRPr="00BB4DC1">
        <w:t>Požadavek</w:t>
      </w:r>
    </w:p>
    <w:p w14:paraId="0EB4F5D4" w14:textId="230D042B" w:rsidR="00413E5D" w:rsidRPr="00BB4DC1" w:rsidRDefault="00413E5D" w:rsidP="00FC6A10">
      <w:pPr>
        <w:pStyle w:val="Odstavecseseznamem"/>
        <w:numPr>
          <w:ilvl w:val="0"/>
          <w:numId w:val="11"/>
        </w:numPr>
        <w:jc w:val="both"/>
      </w:pPr>
      <w:bookmarkStart w:id="1" w:name="_Hlk161391456"/>
      <w:r w:rsidRPr="00BB4DC1">
        <w:t xml:space="preserve">Základním požadavkem </w:t>
      </w:r>
      <w:r w:rsidR="00BB5144">
        <w:t>veřejné zakázky</w:t>
      </w:r>
      <w:r w:rsidRPr="00BB4DC1">
        <w:t xml:space="preserve">: </w:t>
      </w:r>
      <w:r w:rsidR="00BB5144" w:rsidRPr="00BB5144">
        <w:rPr>
          <w:b/>
          <w:bCs/>
        </w:rPr>
        <w:t>Hydraulický nakládací jeřáb na MUV</w:t>
      </w:r>
      <w:r w:rsidR="00FC6A10" w:rsidRPr="00BB4DC1">
        <w:rPr>
          <w:b/>
        </w:rPr>
        <w:t xml:space="preserve"> </w:t>
      </w:r>
      <w:r w:rsidR="000F41C7" w:rsidRPr="00BB4DC1">
        <w:t xml:space="preserve">je </w:t>
      </w:r>
      <w:r w:rsidR="00FC6A10" w:rsidRPr="00BB4DC1">
        <w:t>dodávka a montáž</w:t>
      </w:r>
      <w:r w:rsidR="000F41C7" w:rsidRPr="00BB4DC1">
        <w:t xml:space="preserve"> </w:t>
      </w:r>
      <w:r w:rsidR="00FC6A10" w:rsidRPr="00BB4DC1">
        <w:t>hydraulick</w:t>
      </w:r>
      <w:r w:rsidR="006C4718" w:rsidRPr="00BB4DC1">
        <w:t>ého</w:t>
      </w:r>
      <w:r w:rsidR="00FC6A10" w:rsidRPr="00BB4DC1">
        <w:t xml:space="preserve"> nakládací</w:t>
      </w:r>
      <w:r w:rsidR="006C4718" w:rsidRPr="00BB4DC1">
        <w:t>ho</w:t>
      </w:r>
      <w:r w:rsidR="00FC6A10" w:rsidRPr="00BB4DC1">
        <w:t xml:space="preserve"> jeřáb</w:t>
      </w:r>
      <w:r w:rsidR="006C4718" w:rsidRPr="00BB4DC1">
        <w:t>u</w:t>
      </w:r>
      <w:r w:rsidR="00FC6A10" w:rsidRPr="00BB4DC1">
        <w:t xml:space="preserve"> </w:t>
      </w:r>
      <w:r w:rsidR="00F9788F" w:rsidRPr="00BB4DC1">
        <w:t>určen</w:t>
      </w:r>
      <w:r w:rsidR="00883E4D" w:rsidRPr="00BB4DC1">
        <w:t>ého</w:t>
      </w:r>
      <w:r w:rsidRPr="00BB4DC1">
        <w:t xml:space="preserve"> </w:t>
      </w:r>
      <w:r w:rsidR="000A290F" w:rsidRPr="00BB4DC1">
        <w:t xml:space="preserve">pro potřebu </w:t>
      </w:r>
      <w:r w:rsidR="00FC6A10" w:rsidRPr="00BB4DC1">
        <w:t>S</w:t>
      </w:r>
      <w:r w:rsidR="000A290F" w:rsidRPr="00BB4DC1">
        <w:t xml:space="preserve">právy </w:t>
      </w:r>
      <w:r w:rsidR="00FC6A10" w:rsidRPr="00BB4DC1">
        <w:t>železnic, státní organizace</w:t>
      </w:r>
      <w:r w:rsidR="00F9788F" w:rsidRPr="00BB4DC1">
        <w:t xml:space="preserve"> </w:t>
      </w:r>
      <w:r w:rsidRPr="00BB4DC1">
        <w:t xml:space="preserve">za účelem zajištění provozuschopnosti železniční </w:t>
      </w:r>
      <w:r w:rsidR="00BB5144">
        <w:t xml:space="preserve">dopravní </w:t>
      </w:r>
      <w:r w:rsidRPr="00BB4DC1">
        <w:t>infrastruktury zadavatele.</w:t>
      </w:r>
    </w:p>
    <w:p w14:paraId="06727756" w14:textId="67270EE8" w:rsidR="00CD3E6B" w:rsidRPr="00BB4DC1" w:rsidRDefault="00CD3E6B" w:rsidP="00413E5D">
      <w:pPr>
        <w:pStyle w:val="Odstavecseseznamem"/>
        <w:numPr>
          <w:ilvl w:val="0"/>
          <w:numId w:val="11"/>
        </w:numPr>
        <w:jc w:val="both"/>
      </w:pPr>
      <w:r w:rsidRPr="00BB4DC1">
        <w:t>Nabízen</w:t>
      </w:r>
      <w:r w:rsidR="006C4718" w:rsidRPr="00BB4DC1">
        <w:t>ý</w:t>
      </w:r>
      <w:r w:rsidRPr="00BB4DC1">
        <w:t xml:space="preserve"> (dodávan</w:t>
      </w:r>
      <w:r w:rsidR="006C4718" w:rsidRPr="00BB4DC1">
        <w:t>ý</w:t>
      </w:r>
      <w:r w:rsidRPr="00BB4DC1">
        <w:t xml:space="preserve">) </w:t>
      </w:r>
      <w:r w:rsidR="006C4718" w:rsidRPr="00BB4DC1">
        <w:t>jeřáb</w:t>
      </w:r>
      <w:r w:rsidRPr="00BB4DC1">
        <w:t xml:space="preserve"> požaduje zadavatel zakázky nov</w:t>
      </w:r>
      <w:r w:rsidR="00BB5144">
        <w:t>ý</w:t>
      </w:r>
      <w:r w:rsidRPr="00BB4DC1">
        <w:t xml:space="preserve"> a nepoužit</w:t>
      </w:r>
      <w:r w:rsidR="00BB5144">
        <w:t>ý</w:t>
      </w:r>
      <w:r w:rsidRPr="00BB4DC1">
        <w:t>. Nepřipouští se nabídka použit</w:t>
      </w:r>
      <w:r w:rsidR="00883E4D" w:rsidRPr="00BB4DC1">
        <w:t>ého</w:t>
      </w:r>
      <w:r w:rsidRPr="00BB4DC1">
        <w:t>, případně „předváděcíh</w:t>
      </w:r>
      <w:r w:rsidR="00883E4D" w:rsidRPr="00BB4DC1">
        <w:t>o</w:t>
      </w:r>
      <w:r w:rsidRPr="00BB4DC1">
        <w:t xml:space="preserve">“ </w:t>
      </w:r>
      <w:r w:rsidR="00BB5144">
        <w:t>jeřábu</w:t>
      </w:r>
      <w:bookmarkEnd w:id="1"/>
      <w:r w:rsidR="00372215" w:rsidRPr="00BB4DC1">
        <w:t>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015FF8D6" w14:textId="01F664A3" w:rsidR="002F52DB" w:rsidRDefault="00FC6A10" w:rsidP="00FC6A10">
      <w:pPr>
        <w:pStyle w:val="Odstavecseseznamem"/>
        <w:numPr>
          <w:ilvl w:val="0"/>
          <w:numId w:val="10"/>
        </w:numPr>
        <w:jc w:val="both"/>
      </w:pPr>
      <w:r>
        <w:t>1</w:t>
      </w:r>
      <w:r w:rsidR="002F52DB" w:rsidRPr="00612482">
        <w:t xml:space="preserve">x </w:t>
      </w:r>
      <w:r w:rsidR="00D6071C">
        <w:t xml:space="preserve">– </w:t>
      </w:r>
      <w:r w:rsidR="00A9655D">
        <w:t>H</w:t>
      </w:r>
      <w:r w:rsidRPr="00FC6A10">
        <w:t>ydraulick</w:t>
      </w:r>
      <w:r>
        <w:t>ý</w:t>
      </w:r>
      <w:r w:rsidRPr="00FC6A10">
        <w:t xml:space="preserve"> nakládací jeřáb (HNJ) dle níže uvedené specifikace, včetně uvedeného příslušenství a montáže na MUV 69.2 – 1136</w:t>
      </w:r>
      <w:r w:rsidR="00BB5144">
        <w:t>.</w:t>
      </w:r>
    </w:p>
    <w:p w14:paraId="30E89362" w14:textId="77777777" w:rsidR="000771B3" w:rsidRDefault="000771B3" w:rsidP="000771B3">
      <w:pPr>
        <w:pStyle w:val="Odstavecseseznamem"/>
        <w:numPr>
          <w:ilvl w:val="0"/>
          <w:numId w:val="10"/>
        </w:numPr>
        <w:jc w:val="both"/>
      </w:pPr>
      <w:bookmarkStart w:id="2" w:name="_Hlk161733178"/>
      <w:r>
        <w:t xml:space="preserve">Poznámka k montáži: </w:t>
      </w:r>
    </w:p>
    <w:bookmarkEnd w:id="2"/>
    <w:p w14:paraId="375089AA" w14:textId="656AF516" w:rsidR="00AF1AD0" w:rsidRPr="000771B3" w:rsidRDefault="000771B3" w:rsidP="000771B3">
      <w:pPr>
        <w:pStyle w:val="Odstavecseseznamem"/>
        <w:numPr>
          <w:ilvl w:val="0"/>
          <w:numId w:val="18"/>
        </w:numPr>
        <w:rPr>
          <w:rFonts w:ascii="Verdana" w:hAnsi="Verdana"/>
          <w:lang w:eastAsia="cs-CZ"/>
        </w:rPr>
      </w:pPr>
      <w:r w:rsidRPr="007E7712">
        <w:rPr>
          <w:rFonts w:ascii="Verdana" w:hAnsi="Verdana"/>
          <w:lang w:eastAsia="cs-CZ"/>
        </w:rPr>
        <w:t>montáž za rám MUV, aby nebyla omezena ložná ploch</w:t>
      </w:r>
      <w:r>
        <w:rPr>
          <w:rFonts w:ascii="Verdana" w:hAnsi="Verdana"/>
          <w:lang w:eastAsia="cs-CZ"/>
        </w:rPr>
        <w:t>a</w:t>
      </w:r>
      <w:r w:rsidRPr="007E7712">
        <w:rPr>
          <w:rFonts w:ascii="Verdana" w:hAnsi="Verdana"/>
          <w:lang w:eastAsia="cs-CZ"/>
        </w:rPr>
        <w:t xml:space="preserve"> vozidla, min 375 cm od kabiny, </w:t>
      </w:r>
      <w:r w:rsidRPr="007E7712">
        <w:rPr>
          <w:rFonts w:ascii="Verdana" w:hAnsi="Verdana" w:cs="Times New Roman"/>
          <w:lang w:eastAsia="cs-CZ"/>
        </w:rPr>
        <w:t>včetně instalace a zapojení</w:t>
      </w:r>
    </w:p>
    <w:p w14:paraId="71BBABE7" w14:textId="2FD47823" w:rsidR="000771B3" w:rsidRPr="007E7712" w:rsidRDefault="000771B3" w:rsidP="000771B3">
      <w:pPr>
        <w:pStyle w:val="Odstavecseseznamem"/>
        <w:numPr>
          <w:ilvl w:val="0"/>
          <w:numId w:val="18"/>
        </w:numPr>
        <w:rPr>
          <w:rFonts w:ascii="Verdana" w:hAnsi="Verdana"/>
          <w:lang w:eastAsia="cs-CZ"/>
        </w:rPr>
      </w:pPr>
      <w:r>
        <w:rPr>
          <w:rFonts w:ascii="Verdana" w:hAnsi="Verdana" w:cs="Times New Roman"/>
          <w:lang w:eastAsia="cs-CZ"/>
        </w:rPr>
        <w:t xml:space="preserve">samotné montáži bude předcházet demontáž stávající HNJ umístěné na MUV s tím, že demontovaná část bude předána nazpět zadavateli (demontáž HNJ je součástí Předmětu koupě) </w:t>
      </w:r>
    </w:p>
    <w:p w14:paraId="73C3DDB6" w14:textId="3BBC26FF" w:rsidR="005702D6" w:rsidRPr="00154815" w:rsidRDefault="0008575D" w:rsidP="005702D6">
      <w:pPr>
        <w:pStyle w:val="Nadpis2"/>
        <w:spacing w:before="0"/>
      </w:pPr>
      <w:r>
        <w:t xml:space="preserve">3. Požadovaná </w:t>
      </w:r>
      <w:r w:rsidRPr="00154815">
        <w:t xml:space="preserve">dokumentace a </w:t>
      </w:r>
      <w:r w:rsidR="005702D6" w:rsidRPr="00154815">
        <w:t>služby</w:t>
      </w:r>
      <w:r w:rsidRPr="00154815">
        <w:t xml:space="preserve"> po dobu záruční lhůty</w:t>
      </w:r>
    </w:p>
    <w:p w14:paraId="3C1D9683" w14:textId="626959B8" w:rsidR="005702D6" w:rsidRPr="006341CD" w:rsidRDefault="005702D6" w:rsidP="005702D6">
      <w:pPr>
        <w:pStyle w:val="Odstavecseseznamem"/>
        <w:numPr>
          <w:ilvl w:val="0"/>
          <w:numId w:val="12"/>
        </w:numPr>
      </w:pPr>
      <w:r w:rsidRPr="006341CD">
        <w:t>Dodací list</w:t>
      </w:r>
      <w:r w:rsidR="00306842" w:rsidRPr="006341CD">
        <w:t xml:space="preserve"> a</w:t>
      </w:r>
      <w:r w:rsidR="001B1147" w:rsidRPr="006341CD">
        <w:t xml:space="preserve"> </w:t>
      </w:r>
      <w:r w:rsidR="000A290F" w:rsidRPr="006341CD">
        <w:t xml:space="preserve">záruční list </w:t>
      </w:r>
      <w:r w:rsidR="00A9655D" w:rsidRPr="006341CD">
        <w:t>předmětu koupě</w:t>
      </w:r>
    </w:p>
    <w:p w14:paraId="5624021F" w14:textId="60BA9CEA" w:rsidR="005702D6" w:rsidRPr="006341CD" w:rsidRDefault="005702D6" w:rsidP="005702D6">
      <w:pPr>
        <w:pStyle w:val="Odstavecseseznamem"/>
        <w:numPr>
          <w:ilvl w:val="0"/>
          <w:numId w:val="12"/>
        </w:numPr>
      </w:pPr>
      <w:r w:rsidRPr="006341CD">
        <w:t>Návod k</w:t>
      </w:r>
      <w:r w:rsidR="00306842" w:rsidRPr="006341CD">
        <w:t> použití,</w:t>
      </w:r>
      <w:r w:rsidR="001B1147" w:rsidRPr="006341CD">
        <w:t xml:space="preserve"> údržbě a</w:t>
      </w:r>
      <w:r w:rsidR="000A290F" w:rsidRPr="006341CD">
        <w:t xml:space="preserve"> obsluze</w:t>
      </w:r>
      <w:r w:rsidR="001B1147" w:rsidRPr="006341CD">
        <w:t xml:space="preserve"> </w:t>
      </w:r>
      <w:r w:rsidR="003B6755" w:rsidRPr="006341CD">
        <w:t xml:space="preserve">zařízení </w:t>
      </w:r>
      <w:r w:rsidR="00D6071C" w:rsidRPr="006341CD">
        <w:t>v českém jazyce</w:t>
      </w:r>
    </w:p>
    <w:p w14:paraId="5BFD6245" w14:textId="33AEDC34" w:rsidR="005702D6" w:rsidRPr="006341CD" w:rsidRDefault="00306842" w:rsidP="005702D6">
      <w:pPr>
        <w:pStyle w:val="Odstavecseseznamem"/>
        <w:numPr>
          <w:ilvl w:val="0"/>
          <w:numId w:val="12"/>
        </w:numPr>
      </w:pPr>
      <w:r w:rsidRPr="006341CD">
        <w:t>Záruka na jakost po dobu 24 měsíců</w:t>
      </w:r>
    </w:p>
    <w:p w14:paraId="7ED49582" w14:textId="77777777" w:rsidR="00BB5144" w:rsidRDefault="00BB5144" w:rsidP="006341CD">
      <w:pPr>
        <w:pStyle w:val="Odstavecseseznamem"/>
        <w:numPr>
          <w:ilvl w:val="0"/>
          <w:numId w:val="12"/>
        </w:numPr>
        <w:jc w:val="both"/>
      </w:pPr>
      <w:r w:rsidRPr="006341CD">
        <w:t xml:space="preserve">Zaškolení obsluhy pro bezpečnou obsluhu a údržbu výrobku v místě dodání </w:t>
      </w:r>
    </w:p>
    <w:p w14:paraId="7A75F69F" w14:textId="6D000F84" w:rsidR="006341CD" w:rsidRPr="006341CD" w:rsidRDefault="006341CD" w:rsidP="006341CD">
      <w:pPr>
        <w:pStyle w:val="Odstavecseseznamem"/>
        <w:numPr>
          <w:ilvl w:val="0"/>
          <w:numId w:val="12"/>
        </w:numPr>
        <w:jc w:val="both"/>
      </w:pPr>
      <w:bookmarkStart w:id="3" w:name="_Hlk161391966"/>
      <w:r>
        <w:t>a další ve smlouvě vyjmenované doklady</w:t>
      </w:r>
    </w:p>
    <w:p w14:paraId="1080D77C" w14:textId="367E6842" w:rsidR="003B6755" w:rsidRDefault="003B6755" w:rsidP="006341CD">
      <w:pPr>
        <w:pStyle w:val="Odstavecseseznamem"/>
        <w:numPr>
          <w:ilvl w:val="0"/>
          <w:numId w:val="12"/>
        </w:numPr>
        <w:spacing w:after="0"/>
        <w:ind w:left="1066" w:hanging="357"/>
        <w:contextualSpacing w:val="0"/>
        <w:jc w:val="both"/>
      </w:pPr>
      <w:r w:rsidRPr="006341CD">
        <w:t xml:space="preserve">Dodavatel uvede v nabídce adresu </w:t>
      </w:r>
      <w:r w:rsidR="006341CD" w:rsidRPr="006341CD">
        <w:t xml:space="preserve">Místa dodání a adresu </w:t>
      </w:r>
      <w:r w:rsidRPr="006341CD">
        <w:t>servisního střediska</w:t>
      </w:r>
      <w:r w:rsidR="00BB5144" w:rsidRPr="006341CD">
        <w:t xml:space="preserve">, </w:t>
      </w:r>
      <w:r w:rsidR="006341CD" w:rsidRPr="006341CD">
        <w:t xml:space="preserve">obě místa musí být způsobilá pro montáž, </w:t>
      </w:r>
      <w:r w:rsidR="00BB5144" w:rsidRPr="006341CD">
        <w:t>oprav</w:t>
      </w:r>
      <w:r w:rsidR="006341CD" w:rsidRPr="006341CD">
        <w:t>y</w:t>
      </w:r>
      <w:r w:rsidR="00BB5144" w:rsidRPr="006341CD">
        <w:t xml:space="preserve"> a servisní úkon</w:t>
      </w:r>
      <w:r w:rsidR="006341CD" w:rsidRPr="006341CD">
        <w:t>y</w:t>
      </w:r>
      <w:r w:rsidR="00BB5144" w:rsidRPr="006341CD">
        <w:t xml:space="preserve">; jedná se o </w:t>
      </w:r>
      <w:r w:rsidR="006341CD" w:rsidRPr="006341CD">
        <w:t>provozovnu/y</w:t>
      </w:r>
      <w:r w:rsidR="00BB5144" w:rsidRPr="006341CD">
        <w:t xml:space="preserve"> </w:t>
      </w:r>
      <w:r w:rsidR="006341CD" w:rsidRPr="006341CD">
        <w:t>dodavatele</w:t>
      </w:r>
      <w:r w:rsidR="00BB5144" w:rsidRPr="006341CD">
        <w:t xml:space="preserve"> nebo jeho smluvního partnera, která je k </w:t>
      </w:r>
      <w:r w:rsidR="006341CD" w:rsidRPr="006341CD">
        <w:t>těmto</w:t>
      </w:r>
      <w:r w:rsidR="00BB5144" w:rsidRPr="006341CD">
        <w:t xml:space="preserve"> činnostem určena a vymezena včetně zajištění přístupu po drážní cestě  </w:t>
      </w:r>
      <w:r w:rsidR="00222156" w:rsidRPr="006341CD">
        <w:t xml:space="preserve"> (</w:t>
      </w:r>
      <w:r w:rsidR="006341CD" w:rsidRPr="006341CD">
        <w:t xml:space="preserve">uvést </w:t>
      </w:r>
      <w:r w:rsidR="00222156" w:rsidRPr="006341CD">
        <w:t>v Kupní smlouvě</w:t>
      </w:r>
      <w:r w:rsidR="00BB5144" w:rsidRPr="006341CD">
        <w:t xml:space="preserve">, </w:t>
      </w:r>
      <w:r w:rsidR="00222156" w:rsidRPr="006341CD">
        <w:t>odst.</w:t>
      </w:r>
      <w:r w:rsidR="006341CD" w:rsidRPr="006341CD">
        <w:t xml:space="preserve"> 3.1 a </w:t>
      </w:r>
      <w:r w:rsidR="00222156" w:rsidRPr="006341CD">
        <w:t xml:space="preserve"> 7.</w:t>
      </w:r>
      <w:r w:rsidR="006341CD" w:rsidRPr="006341CD">
        <w:t>6</w:t>
      </w:r>
      <w:r w:rsidR="00222156" w:rsidRPr="006341CD">
        <w:t>)</w:t>
      </w:r>
      <w:r w:rsidRPr="006341CD">
        <w:t>.</w:t>
      </w:r>
    </w:p>
    <w:bookmarkEnd w:id="3"/>
    <w:p w14:paraId="53DCF75C" w14:textId="61149B69" w:rsidR="002F52DB" w:rsidRPr="002F52DB" w:rsidRDefault="002F52DB" w:rsidP="006341CD">
      <w:pPr>
        <w:pStyle w:val="Nadpis2"/>
        <w:jc w:val="both"/>
      </w:pPr>
      <w:r>
        <w:t>4. Technická specifikace</w:t>
      </w:r>
      <w:r w:rsidR="00836712">
        <w:t>, pokyny k vyplnění</w:t>
      </w:r>
    </w:p>
    <w:p w14:paraId="5111C612" w14:textId="488651F0" w:rsidR="006341CD" w:rsidRPr="00C233B5" w:rsidRDefault="006341CD" w:rsidP="006341CD">
      <w:pPr>
        <w:pStyle w:val="Odstavecseseznamem"/>
        <w:numPr>
          <w:ilvl w:val="0"/>
          <w:numId w:val="13"/>
        </w:numPr>
        <w:jc w:val="both"/>
        <w:rPr>
          <w:sz w:val="24"/>
          <w:szCs w:val="24"/>
        </w:rPr>
      </w:pPr>
      <w:bookmarkStart w:id="4" w:name="_Hlk161392107"/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>
        <w:rPr>
          <w:b/>
          <w:bCs/>
        </w:rPr>
        <w:t>jeřábu (výrobku).</w:t>
      </w:r>
    </w:p>
    <w:p w14:paraId="1F42D31B" w14:textId="094F1DDC" w:rsidR="006341CD" w:rsidRPr="00C233B5" w:rsidRDefault="006341CD" w:rsidP="006341CD">
      <w:pPr>
        <w:pStyle w:val="Odstavecseseznamem"/>
        <w:numPr>
          <w:ilvl w:val="0"/>
          <w:numId w:val="13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</w:p>
    <w:p w14:paraId="61A962B0" w14:textId="77777777" w:rsidR="006341CD" w:rsidRPr="008C6DE2" w:rsidRDefault="006341CD" w:rsidP="006341CD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bookmarkEnd w:id="4"/>
    <w:p w14:paraId="5AD7768A" w14:textId="77777777" w:rsidR="008136B6" w:rsidRPr="006341CD" w:rsidRDefault="008136B6" w:rsidP="006341CD">
      <w:pPr>
        <w:pStyle w:val="Odstavecseseznamem"/>
        <w:ind w:left="1068"/>
        <w:jc w:val="both"/>
        <w:rPr>
          <w:b/>
        </w:rPr>
      </w:pPr>
    </w:p>
    <w:p w14:paraId="4D0F4BD4" w14:textId="77777777" w:rsidR="008136B6" w:rsidRPr="00FE2378" w:rsidRDefault="008136B6" w:rsidP="008136B6">
      <w:pPr>
        <w:pStyle w:val="Odstavecseseznamem"/>
        <w:ind w:left="1788"/>
        <w:rPr>
          <w:rFonts w:ascii="Verdana" w:hAnsi="Verdana" w:cs="Times New Roman"/>
          <w:lang w:eastAsia="cs-CZ"/>
        </w:rPr>
      </w:pPr>
    </w:p>
    <w:tbl>
      <w:tblPr>
        <w:tblW w:w="9640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727"/>
        <w:gridCol w:w="2951"/>
      </w:tblGrid>
      <w:tr w:rsidR="00B51DB2" w:rsidRPr="00B51DB2" w14:paraId="1D369A5A" w14:textId="77777777" w:rsidTr="00BB4DC1">
        <w:trPr>
          <w:trHeight w:val="1488"/>
        </w:trPr>
        <w:tc>
          <w:tcPr>
            <w:tcW w:w="496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49EDB089" w14:textId="77777777" w:rsidR="00B51DB2" w:rsidRDefault="00F67100" w:rsidP="006C4718">
            <w:pPr>
              <w:spacing w:after="0" w:line="240" w:lineRule="auto"/>
              <w:jc w:val="center"/>
              <w:rPr>
                <w:caps/>
              </w:rPr>
            </w:pPr>
            <w:r w:rsidRPr="00F67100">
              <w:rPr>
                <w:caps/>
              </w:rPr>
              <w:t>Hydraulický nakládací jeřáb na MUV</w:t>
            </w:r>
          </w:p>
          <w:p w14:paraId="339BEACD" w14:textId="7F8B876C" w:rsidR="00F67100" w:rsidRDefault="00F67100" w:rsidP="006C4718">
            <w:pPr>
              <w:spacing w:after="0" w:line="240" w:lineRule="auto"/>
              <w:jc w:val="center"/>
              <w:rPr>
                <w:caps/>
              </w:rPr>
            </w:pPr>
            <w:r w:rsidRPr="00F67100">
              <w:rPr>
                <w:caps/>
              </w:rPr>
              <w:t>69.2 - 1136</w:t>
            </w:r>
          </w:p>
          <w:p w14:paraId="343C6CDA" w14:textId="7941E155" w:rsidR="00F67100" w:rsidRPr="00F67100" w:rsidRDefault="00F67100" w:rsidP="006C4718">
            <w:pPr>
              <w:spacing w:after="0" w:line="240" w:lineRule="auto"/>
              <w:jc w:val="center"/>
              <w:rPr>
                <w:rFonts w:eastAsia="Times New Roman" w:cs="Calibri"/>
                <w:caps/>
                <w:color w:val="FFFFFF"/>
                <w:lang w:eastAsia="cs-CZ"/>
              </w:rPr>
            </w:pPr>
          </w:p>
        </w:tc>
        <w:tc>
          <w:tcPr>
            <w:tcW w:w="1727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0D28C8FB" w14:textId="79548BB8" w:rsidR="00B51DB2" w:rsidRPr="00F67100" w:rsidRDefault="00F67100" w:rsidP="00B51DB2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lang w:eastAsia="cs-CZ"/>
              </w:rPr>
            </w:pPr>
            <w:r w:rsidRPr="00F67100">
              <w:rPr>
                <w:color w:val="FFFFFF"/>
              </w:rPr>
              <w:t>POŽADOVANÉ PARAMETRY</w:t>
            </w:r>
          </w:p>
        </w:tc>
        <w:tc>
          <w:tcPr>
            <w:tcW w:w="295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002B59"/>
            <w:vAlign w:val="center"/>
            <w:hideMark/>
          </w:tcPr>
          <w:p w14:paraId="41E09FCF" w14:textId="72AC137B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FFFFFF"/>
                <w:lang w:eastAsia="cs-CZ"/>
              </w:rPr>
            </w:pPr>
            <w:r w:rsidRPr="00F67100">
              <w:rPr>
                <w:rFonts w:eastAsia="Times New Roman" w:cs="Times New Roman"/>
                <w:color w:val="FFFFFF"/>
                <w:lang w:eastAsia="cs-CZ"/>
              </w:rPr>
              <w:t xml:space="preserve">PARAMETRY NABÍZENÉHO JEŘÁBU </w:t>
            </w:r>
          </w:p>
          <w:p w14:paraId="70B2FA3B" w14:textId="2A88C373" w:rsidR="00B51DB2" w:rsidRPr="00F67100" w:rsidRDefault="00F67100" w:rsidP="00F67100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lang w:eastAsia="cs-CZ"/>
              </w:rPr>
            </w:pPr>
            <w:r w:rsidRPr="00F67100">
              <w:rPr>
                <w:rFonts w:eastAsia="Times New Roman" w:cs="Times New Roman"/>
                <w:color w:val="FFFFFF"/>
                <w:lang w:eastAsia="cs-CZ"/>
              </w:rPr>
              <w:t>(dodavatel vyplní hodnoty odpovídající nabízenému výrobku)</w:t>
            </w:r>
          </w:p>
        </w:tc>
      </w:tr>
      <w:tr w:rsidR="00F67100" w:rsidRPr="00B51DB2" w14:paraId="013612B4" w14:textId="77777777" w:rsidTr="003E4ABB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F6600"/>
            <w:vAlign w:val="center"/>
            <w:hideMark/>
          </w:tcPr>
          <w:p w14:paraId="52CC3E58" w14:textId="310AD8A9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NABÍZENÝ </w:t>
            </w: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JEŘÁB</w:t>
            </w: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(model/typ):</w:t>
            </w:r>
          </w:p>
        </w:tc>
        <w:tc>
          <w:tcPr>
            <w:tcW w:w="1727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  <w:tr2bl w:val="single" w:sz="4" w:space="0" w:color="auto"/>
            </w:tcBorders>
            <w:shd w:val="clear" w:color="auto" w:fill="FF6600"/>
            <w:vAlign w:val="center"/>
            <w:hideMark/>
          </w:tcPr>
          <w:p w14:paraId="00809309" w14:textId="7656AFD2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8" w:space="0" w:color="DEAFA0"/>
              <w:right w:val="single" w:sz="8" w:space="0" w:color="BFBFBF"/>
            </w:tcBorders>
            <w:shd w:val="clear" w:color="000000" w:fill="FF6600"/>
            <w:vAlign w:val="center"/>
            <w:hideMark/>
          </w:tcPr>
          <w:p w14:paraId="5F95644F" w14:textId="12F3ED4D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83124">
              <w:rPr>
                <w:b/>
                <w:bCs/>
              </w:rPr>
              <w:t>"[</w:t>
            </w:r>
            <w:r w:rsidRPr="00B83124">
              <w:rPr>
                <w:b/>
                <w:bCs/>
                <w:highlight w:val="yellow"/>
              </w:rPr>
              <w:t>VLOŽÍ PRODÁVAJÍCÍ</w:t>
            </w:r>
            <w:r w:rsidRPr="00B83124">
              <w:rPr>
                <w:b/>
                <w:bCs/>
              </w:rPr>
              <w:t>]"</w:t>
            </w:r>
          </w:p>
        </w:tc>
      </w:tr>
      <w:tr w:rsidR="00F67100" w:rsidRPr="00B51DB2" w14:paraId="7E95B545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46D4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Zdvihový moment (</w:t>
            </w:r>
            <w:proofErr w:type="spellStart"/>
            <w:r w:rsidRPr="00F67100">
              <w:rPr>
                <w:rFonts w:eastAsia="Times New Roman" w:cs="Times New Roman"/>
                <w:color w:val="000000"/>
                <w:lang w:eastAsia="cs-CZ"/>
              </w:rPr>
              <w:t>tm</w:t>
            </w:r>
            <w:proofErr w:type="spellEnd"/>
            <w:r w:rsidRPr="00F67100">
              <w:rPr>
                <w:rFonts w:eastAsia="Times New Roman" w:cs="Times New Roman"/>
                <w:color w:val="000000"/>
                <w:lang w:eastAsia="cs-CZ"/>
              </w:rPr>
              <w:t>)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F8C7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Min 8,26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1AD65" w14:textId="0697EA2D" w:rsidR="00F67100" w:rsidRPr="00F67100" w:rsidRDefault="00F67100" w:rsidP="00F67100">
            <w:pPr>
              <w:tabs>
                <w:tab w:val="left" w:pos="841"/>
              </w:tabs>
              <w:spacing w:after="0" w:line="240" w:lineRule="auto"/>
              <w:jc w:val="center"/>
              <w:rPr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F67100" w:rsidRPr="00B51DB2" w14:paraId="083A6353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1BC1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Standartní vyložení (m)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8AC3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Min 7,5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137E6" w14:textId="3EF7183B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F67100" w:rsidRPr="00B51DB2" w14:paraId="6DAAACD6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AB3F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Hmotnost jeřábu včetně hydraulických podpěr (kg)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805A" w14:textId="0ED11AD4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Max. 1</w:t>
            </w:r>
            <w:r w:rsidR="00DE6145">
              <w:rPr>
                <w:rFonts w:eastAsia="Times New Roman" w:cs="Times New Roman"/>
                <w:color w:val="000000"/>
                <w:lang w:eastAsia="cs-CZ"/>
              </w:rPr>
              <w:t>1</w:t>
            </w:r>
            <w:r w:rsidRPr="00F67100">
              <w:rPr>
                <w:rFonts w:eastAsia="Times New Roman" w:cs="Times New Roman"/>
                <w:color w:val="000000"/>
                <w:lang w:eastAsia="cs-CZ"/>
              </w:rPr>
              <w:t xml:space="preserve">00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FEF43" w14:textId="50874F00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F67100" w:rsidRPr="00B51DB2" w14:paraId="12734456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833B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Rozsah otáčení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4115" w14:textId="40480073" w:rsidR="00F67100" w:rsidRPr="00F67100" w:rsidRDefault="003E4ABB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21C11">
              <w:rPr>
                <w:rFonts w:ascii="Verdana" w:eastAsia="Times New Roman" w:hAnsi="Verdana" w:cs="Times New Roman"/>
                <w:lang w:eastAsia="cs-CZ"/>
              </w:rPr>
              <w:t>400</w:t>
            </w:r>
            <w:r w:rsidRPr="00021C11">
              <w:rPr>
                <w:rFonts w:ascii="Verdana" w:hAnsi="Verdana" w:cs="Times New Roman"/>
              </w:rPr>
              <w:sym w:font="Symbol" w:char="F0B0"/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58385" w14:textId="66B52741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F67100" w:rsidRPr="00B51DB2" w14:paraId="0FE3C821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4180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Hydraulické podpěry s manuálním stranovým výsuvem trámců STD na 3400 mm, prodloužené válce o 150 mm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B66D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52EDF" w14:textId="3A1307AC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F67100" w:rsidRPr="00B51DB2" w14:paraId="044843DE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466C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systém automatických zámků zamezující posunu trámců během přepravy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6C0F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95897" w14:textId="0FA9DB99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F67100" w:rsidRPr="00B51DB2" w14:paraId="26D8DDA5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592A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Naklopitelné podpěry na 45° a 180°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95F7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AD6A2" w14:textId="5A3D123F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F67100" w:rsidRPr="00B51DB2" w14:paraId="7753BB48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D6C9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Hák s nosností 5,4 t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C0AE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B76A6" w14:textId="23210237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F67100" w:rsidRPr="00B51DB2" w14:paraId="4FDB61DB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B875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Hydraulické hadice vedeny vnitřkem sloupu, aby byly lépe chráněny proti poškození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51BA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 xml:space="preserve">ANO 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CEB4B" w14:textId="03BE4150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F67100" w:rsidRPr="00B51DB2" w14:paraId="023E4D37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EA16" w14:textId="77777777" w:rsidR="00F67100" w:rsidRPr="00F67100" w:rsidRDefault="00F67100" w:rsidP="00F67100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Elektronický omezovač zdvihového momentu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0FC7" w14:textId="77777777" w:rsidR="00F67100" w:rsidRPr="00F67100" w:rsidRDefault="00F67100" w:rsidP="00F671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43190" w14:textId="0030547C" w:rsidR="00F67100" w:rsidRPr="00F67100" w:rsidRDefault="00F67100" w:rsidP="00F67100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DE6145" w:rsidRPr="00B51DB2" w14:paraId="695A18B5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A761" w14:textId="00094CF9" w:rsidR="00DE6145" w:rsidRPr="00DE6145" w:rsidRDefault="00DE6145" w:rsidP="00DE6145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cs-CZ"/>
              </w:rPr>
            </w:pPr>
            <w:r w:rsidRPr="00DE6145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Elektrické čerpadlo pro nouzové sbalení HNJ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1D11" w14:textId="7FDAAA32" w:rsidR="00DE6145" w:rsidRPr="00DE6145" w:rsidRDefault="00DE6145" w:rsidP="00DE6145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lang w:eastAsia="cs-CZ"/>
              </w:rPr>
            </w:pPr>
            <w:r w:rsidRPr="00DE6145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BACD13" w14:textId="228F4B43" w:rsidR="00DE6145" w:rsidRPr="008C7686" w:rsidRDefault="00DE6145" w:rsidP="00DE61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DE6145" w:rsidRPr="00B51DB2" w14:paraId="602C82C3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D9AD" w14:textId="77777777" w:rsidR="00DE6145" w:rsidRPr="00F67100" w:rsidRDefault="00DE6145" w:rsidP="00DE6145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HNJ vyroben v souladu s DIN 15018, únavová třída H1B3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7926" w14:textId="77777777" w:rsidR="00DE6145" w:rsidRPr="00F67100" w:rsidRDefault="00DE6145" w:rsidP="00DE61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733C" w14:textId="1A0183E8" w:rsidR="00DE6145" w:rsidRPr="00F67100" w:rsidRDefault="00DE6145" w:rsidP="00DE6145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DE6145" w:rsidRPr="00B51DB2" w14:paraId="64BC7181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54FF" w14:textId="77777777" w:rsidR="00DE6145" w:rsidRPr="00F67100" w:rsidRDefault="00DE6145" w:rsidP="00DE6145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 xml:space="preserve">Výrobce je certifikovaný dle ISO 9001  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9288" w14:textId="77777777" w:rsidR="00DE6145" w:rsidRPr="00F67100" w:rsidRDefault="00DE6145" w:rsidP="00DE61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0215B" w14:textId="50B90EF4" w:rsidR="00DE6145" w:rsidRPr="00F67100" w:rsidRDefault="00DE6145" w:rsidP="00DE6145">
            <w:pPr>
              <w:spacing w:after="0" w:line="240" w:lineRule="auto"/>
              <w:jc w:val="center"/>
              <w:rPr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DE6145" w:rsidRPr="00B51DB2" w14:paraId="0CA12426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4CB6" w14:textId="77777777" w:rsidR="00DE6145" w:rsidRPr="00F67100" w:rsidRDefault="00DE6145" w:rsidP="00DE6145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Možnost práce s HNJ bez podpěr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BCB5" w14:textId="77777777" w:rsidR="00DE6145" w:rsidRPr="00F67100" w:rsidRDefault="00DE6145" w:rsidP="00DE61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63662" w14:textId="564A48B3" w:rsidR="00DE6145" w:rsidRPr="00F67100" w:rsidRDefault="00DE6145" w:rsidP="00DE6145">
            <w:pPr>
              <w:spacing w:after="0" w:line="240" w:lineRule="auto"/>
              <w:jc w:val="center"/>
              <w:rPr>
                <w:color w:val="FFFFFF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DE6145" w:rsidRPr="00B51DB2" w14:paraId="61BEF4B7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16A" w14:textId="77777777" w:rsidR="00DE6145" w:rsidRPr="00F67100" w:rsidRDefault="00DE6145" w:rsidP="00DE6145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Omezovač stranového vyložení HNJ, levá a pravá strana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BE68" w14:textId="77777777" w:rsidR="00DE6145" w:rsidRPr="00F67100" w:rsidRDefault="00DE6145" w:rsidP="00DE61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87FE3" w14:textId="2DDEC033" w:rsidR="00DE6145" w:rsidRPr="00F67100" w:rsidRDefault="00DE6145" w:rsidP="00DE6145">
            <w:pPr>
              <w:spacing w:after="0" w:line="240" w:lineRule="auto"/>
              <w:jc w:val="center"/>
              <w:rPr>
                <w:color w:val="FFFFFF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DE6145" w:rsidRPr="00B51DB2" w14:paraId="0E004B43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F4BB" w14:textId="77777777" w:rsidR="00DE6145" w:rsidRPr="00F67100" w:rsidRDefault="00DE6145" w:rsidP="00DE6145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Nastavitelný omezovač výšky HNJ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AB7C" w14:textId="77777777" w:rsidR="00DE6145" w:rsidRPr="00F67100" w:rsidRDefault="00DE6145" w:rsidP="00DE61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29023" w14:textId="2FCF1CE5" w:rsidR="00DE6145" w:rsidRPr="00F67100" w:rsidRDefault="00DE6145" w:rsidP="00DE6145">
            <w:pPr>
              <w:spacing w:after="0" w:line="240" w:lineRule="auto"/>
              <w:jc w:val="center"/>
              <w:rPr>
                <w:color w:val="FFFFFF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436B08" w:rsidRPr="00B51DB2" w14:paraId="71129D52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8713" w14:textId="32C357A1" w:rsidR="00436B08" w:rsidRPr="00242C3C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242C3C">
              <w:rPr>
                <w:rFonts w:eastAsia="Times New Roman" w:cs="Times New Roman"/>
                <w:color w:val="000000"/>
                <w:lang w:eastAsia="cs-CZ"/>
              </w:rPr>
              <w:t>Rok výroby min. 2023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C469" w14:textId="0B059555" w:rsidR="00436B08" w:rsidRPr="00242C3C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242C3C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BEC82F" w14:textId="485A743D" w:rsidR="00436B08" w:rsidRPr="001C632C" w:rsidRDefault="00436B08" w:rsidP="00436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436B08" w:rsidRPr="00B51DB2" w14:paraId="08254008" w14:textId="77777777" w:rsidTr="00B5767D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2258C5" w14:textId="24E06FDA" w:rsidR="00436B08" w:rsidRPr="00AF1AD0" w:rsidRDefault="00682207" w:rsidP="0068220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b/>
                <w:color w:val="000000"/>
                <w:lang w:eastAsia="cs-CZ"/>
              </w:rPr>
              <w:t>Maximální z</w:t>
            </w:r>
            <w:r w:rsidR="00436B08" w:rsidRPr="00AF1AD0">
              <w:rPr>
                <w:rFonts w:eastAsia="Times New Roman" w:cs="Times New Roman"/>
                <w:b/>
                <w:color w:val="000000"/>
                <w:lang w:eastAsia="cs-CZ"/>
              </w:rPr>
              <w:t>dvihové síly ramene jeřábu - vyložení v metrech: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45036" w14:textId="77777777" w:rsidR="00436B08" w:rsidRPr="003F7214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C760EDE" w14:textId="77777777" w:rsidR="00436B08" w:rsidRPr="001C632C" w:rsidRDefault="00436B08" w:rsidP="00436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436B08" w:rsidRPr="00B51DB2" w14:paraId="345A09D9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88C4" w14:textId="703ACFCE" w:rsidR="00436B08" w:rsidRPr="00AF1AD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t xml:space="preserve">Ve 2 metrech – nosnost 3920 Kg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9487" w14:textId="4FF5C687" w:rsidR="00436B08" w:rsidRPr="00AF1AD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DAEA44" w14:textId="5F4B706A" w:rsidR="00436B08" w:rsidRPr="001C632C" w:rsidRDefault="00436B08" w:rsidP="00436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436B08" w:rsidRPr="00B51DB2" w14:paraId="3037A165" w14:textId="77777777" w:rsidTr="00AF1AD0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CE47" w14:textId="5A9A5BBF" w:rsidR="00436B08" w:rsidRPr="00AF1AD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lastRenderedPageBreak/>
              <w:t xml:space="preserve">Ve 3,85 metrech – nosnost 2145 Kg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49D0" w14:textId="54DB6391" w:rsidR="00436B08" w:rsidRPr="00AF1AD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0DB078" w14:textId="6C248BE4" w:rsidR="00436B08" w:rsidRPr="001C632C" w:rsidRDefault="00436B08" w:rsidP="00436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436B08" w:rsidRPr="00B51DB2" w14:paraId="0CCA1FEF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A9E6" w14:textId="44F64114" w:rsidR="00436B08" w:rsidRPr="00AF1AD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t xml:space="preserve">V 5,6 metrech – nosnost 1450 Kg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C395" w14:textId="0D08E3C0" w:rsidR="00436B08" w:rsidRPr="00AF1AD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9DFB9B" w14:textId="51178D8F" w:rsidR="00436B08" w:rsidRPr="001C632C" w:rsidRDefault="00436B08" w:rsidP="00436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436B08" w:rsidRPr="00B51DB2" w14:paraId="6412C756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61BF" w14:textId="0E92B1DD" w:rsidR="00436B08" w:rsidRPr="00AF1AD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t xml:space="preserve">V 7 metrech – nosnost 1045 Kg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BC72" w14:textId="4AFB23BD" w:rsidR="00436B08" w:rsidRPr="00AF1AD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F1AD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C63603" w14:textId="0F9E77CD" w:rsidR="00436B08" w:rsidRPr="001C632C" w:rsidRDefault="00436B08" w:rsidP="00436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436B08" w:rsidRPr="00B51DB2" w14:paraId="41D1DB6D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53F3D3" w14:textId="77777777" w:rsidR="00436B08" w:rsidRPr="00F67100" w:rsidRDefault="00436B08" w:rsidP="00436B0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cs-CZ"/>
              </w:rPr>
            </w:pPr>
            <w:r w:rsidRPr="00F67100">
              <w:rPr>
                <w:rFonts w:eastAsia="Times New Roman" w:cs="Times New Roman"/>
                <w:b/>
                <w:bCs/>
                <w:lang w:eastAsia="cs-CZ"/>
              </w:rPr>
              <w:t xml:space="preserve">Obsluha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BDBF1D" w14:textId="117BB7DB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9BC405" w14:textId="77777777" w:rsidR="00436B08" w:rsidRPr="00F67100" w:rsidRDefault="00436B08" w:rsidP="00436B08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3959B718" w14:textId="299CF810" w:rsidR="00436B08" w:rsidRPr="00F67100" w:rsidRDefault="00436B08" w:rsidP="00436B08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36B08" w:rsidRPr="00B51DB2" w14:paraId="70A03225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B7EB" w14:textId="77777777" w:rsidR="00436B08" w:rsidRPr="00F6710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Prokazatelné zaškolení obsluhy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8B9C" w14:textId="77777777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7C654" w14:textId="4A496E7D" w:rsidR="00436B08" w:rsidRPr="00F67100" w:rsidRDefault="00436B08" w:rsidP="00436B08">
            <w:pPr>
              <w:spacing w:after="0" w:line="240" w:lineRule="auto"/>
              <w:jc w:val="center"/>
              <w:rPr>
                <w:color w:val="FFFFFF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r w:rsidRPr="005F3697">
              <w:rPr>
                <w:bCs/>
                <w:highlight w:val="yellow"/>
              </w:rPr>
              <w:t>VLOŽÍ PRODÁVAJÍCÍ</w:t>
            </w:r>
            <w:r w:rsidRPr="005F3697">
              <w:rPr>
                <w:bCs/>
              </w:rPr>
              <w:t>]"</w:t>
            </w:r>
          </w:p>
        </w:tc>
      </w:tr>
      <w:tr w:rsidR="00436B08" w:rsidRPr="00B51DB2" w14:paraId="53679848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B0A708" w14:textId="77777777" w:rsidR="00436B08" w:rsidRPr="00F67100" w:rsidRDefault="00436B08" w:rsidP="00436B0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cs-CZ"/>
              </w:rPr>
            </w:pPr>
            <w:r w:rsidRPr="00F67100">
              <w:rPr>
                <w:rFonts w:eastAsia="Times New Roman" w:cs="Times New Roman"/>
                <w:b/>
                <w:bCs/>
                <w:lang w:eastAsia="cs-CZ"/>
              </w:rPr>
              <w:t xml:space="preserve">Příslušenství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04C5D5" w14:textId="60AA4DEA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653BF" w14:textId="5D5E092D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</w:p>
        </w:tc>
      </w:tr>
      <w:tr w:rsidR="00436B08" w:rsidRPr="00B51DB2" w14:paraId="3F0C46F0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F073" w14:textId="77777777" w:rsidR="00436B08" w:rsidRPr="00F6710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 xml:space="preserve">Závěs rotátoru 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5400" w14:textId="77777777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5773D" w14:textId="3BC9D732" w:rsidR="00436B08" w:rsidRPr="00F67100" w:rsidRDefault="00436B08" w:rsidP="00436B08">
            <w:pPr>
              <w:spacing w:after="0" w:line="240" w:lineRule="auto"/>
              <w:jc w:val="center"/>
              <w:rPr>
                <w:color w:val="FFFFFF"/>
              </w:rPr>
            </w:pPr>
            <w:r w:rsidRPr="003939EE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3939EE">
              <w:rPr>
                <w:bCs/>
              </w:rPr>
              <w:t>"[</w:t>
            </w:r>
            <w:r w:rsidRPr="003939EE">
              <w:rPr>
                <w:bCs/>
                <w:highlight w:val="yellow"/>
              </w:rPr>
              <w:t>VLOŽÍ PRODÁVAJÍCÍ</w:t>
            </w:r>
            <w:r w:rsidRPr="003939EE">
              <w:rPr>
                <w:bCs/>
              </w:rPr>
              <w:t>]"</w:t>
            </w:r>
          </w:p>
        </w:tc>
      </w:tr>
      <w:tr w:rsidR="00436B08" w:rsidRPr="00B51DB2" w14:paraId="751A5255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2E9E" w14:textId="77777777" w:rsidR="00436B08" w:rsidRPr="00F6710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Nekonečný rotátor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3D8B" w14:textId="77777777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49E50" w14:textId="539EEB94" w:rsidR="00436B08" w:rsidRPr="00F67100" w:rsidRDefault="00436B08" w:rsidP="00436B08">
            <w:pPr>
              <w:spacing w:after="0" w:line="240" w:lineRule="auto"/>
              <w:jc w:val="center"/>
              <w:rPr>
                <w:color w:val="FFFFFF"/>
              </w:rPr>
            </w:pPr>
            <w:r w:rsidRPr="003939EE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3939EE">
              <w:rPr>
                <w:bCs/>
              </w:rPr>
              <w:t>"[</w:t>
            </w:r>
            <w:r w:rsidRPr="003939EE">
              <w:rPr>
                <w:bCs/>
                <w:highlight w:val="yellow"/>
              </w:rPr>
              <w:t>VLOŽÍ PRODÁVAJÍCÍ</w:t>
            </w:r>
            <w:r w:rsidRPr="003939EE">
              <w:rPr>
                <w:bCs/>
              </w:rPr>
              <w:t>]"</w:t>
            </w:r>
          </w:p>
        </w:tc>
      </w:tr>
      <w:tr w:rsidR="00436B08" w:rsidRPr="00B51DB2" w14:paraId="4C1C2BF6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6D9C" w14:textId="77777777" w:rsidR="00436B08" w:rsidRPr="00F6710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Drapák na sypké hmoty včetně zubů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AE59" w14:textId="77777777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F5A69" w14:textId="7C85DEF3" w:rsidR="00436B08" w:rsidRPr="00F67100" w:rsidRDefault="00436B08" w:rsidP="00436B08">
            <w:pPr>
              <w:spacing w:after="0" w:line="240" w:lineRule="auto"/>
              <w:jc w:val="center"/>
              <w:rPr>
                <w:color w:val="FFFFFF"/>
              </w:rPr>
            </w:pPr>
            <w:r w:rsidRPr="003939EE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3939EE">
              <w:rPr>
                <w:bCs/>
              </w:rPr>
              <w:t>"[</w:t>
            </w:r>
            <w:r w:rsidRPr="003939EE">
              <w:rPr>
                <w:bCs/>
                <w:highlight w:val="yellow"/>
              </w:rPr>
              <w:t>VLOŽÍ PRODÁVAJÍCÍ</w:t>
            </w:r>
            <w:r w:rsidRPr="003939EE">
              <w:rPr>
                <w:bCs/>
              </w:rPr>
              <w:t>]"</w:t>
            </w:r>
          </w:p>
        </w:tc>
      </w:tr>
      <w:tr w:rsidR="00436B08" w:rsidRPr="00B51DB2" w14:paraId="12E9B360" w14:textId="77777777" w:rsidTr="003E4ABB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5096" w14:textId="77777777" w:rsidR="00436B08" w:rsidRPr="00F67100" w:rsidRDefault="00436B08" w:rsidP="00436B08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Dálkové ovládání HNJ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6A9F" w14:textId="77777777" w:rsidR="00436B08" w:rsidRPr="00F67100" w:rsidRDefault="00436B08" w:rsidP="00436B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F67100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E57C3" w14:textId="0B26CF29" w:rsidR="00436B08" w:rsidRPr="00F67100" w:rsidRDefault="00436B08" w:rsidP="00436B08">
            <w:pPr>
              <w:spacing w:after="0" w:line="240" w:lineRule="auto"/>
              <w:jc w:val="center"/>
              <w:rPr>
                <w:color w:val="FFFFFF"/>
              </w:rPr>
            </w:pPr>
            <w:r w:rsidRPr="003939EE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3939EE">
              <w:rPr>
                <w:bCs/>
              </w:rPr>
              <w:t>"[</w:t>
            </w:r>
            <w:r w:rsidRPr="003939EE">
              <w:rPr>
                <w:bCs/>
                <w:highlight w:val="yellow"/>
              </w:rPr>
              <w:t>VLOŽÍ PRODÁVAJÍCÍ</w:t>
            </w:r>
            <w:r w:rsidRPr="003939EE">
              <w:rPr>
                <w:bCs/>
              </w:rPr>
              <w:t>]"</w:t>
            </w:r>
          </w:p>
        </w:tc>
      </w:tr>
    </w:tbl>
    <w:p w14:paraId="23BAD586" w14:textId="77777777" w:rsidR="00EA0815" w:rsidRDefault="00EA0815" w:rsidP="00EA0815">
      <w:pPr>
        <w:ind w:firstLine="708"/>
        <w:jc w:val="both"/>
        <w:rPr>
          <w:b/>
        </w:rPr>
      </w:pPr>
    </w:p>
    <w:sectPr w:rsidR="00EA0815" w:rsidSect="00173DE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17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FCD9D" w14:textId="77777777" w:rsidR="00FF1586" w:rsidRDefault="00FF1586" w:rsidP="00962258">
      <w:pPr>
        <w:spacing w:after="0" w:line="240" w:lineRule="auto"/>
      </w:pPr>
      <w:r>
        <w:separator/>
      </w:r>
    </w:p>
  </w:endnote>
  <w:endnote w:type="continuationSeparator" w:id="0">
    <w:p w14:paraId="69C4B25B" w14:textId="77777777" w:rsidR="00FF1586" w:rsidRDefault="00FF15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50E7B043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220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220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491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7174"/>
      <w:gridCol w:w="2921"/>
    </w:tblGrid>
    <w:tr w:rsidR="00D6071C" w14:paraId="6E131ABF" w14:textId="77777777" w:rsidTr="00BA4C5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532B5522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22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220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7174" w:type="dxa"/>
          <w:shd w:val="clear" w:color="auto" w:fill="auto"/>
          <w:tcMar>
            <w:left w:w="0" w:type="dxa"/>
            <w:right w:w="0" w:type="dxa"/>
          </w:tcMar>
        </w:tcPr>
        <w:p w14:paraId="4C135AE9" w14:textId="6789ED6B" w:rsidR="00BA4C59" w:rsidRPr="00BA4C59" w:rsidRDefault="00D6071C" w:rsidP="00BA4C59">
          <w:pPr>
            <w:pStyle w:val="Zpat"/>
          </w:pPr>
          <w:r>
            <w:t>Sídlo: Dlážděná 1003/7, 110 00 Praha 1</w:t>
          </w:r>
          <w:r w:rsidR="00BA4C59" w:rsidRPr="00BA4C59">
            <w:rPr>
              <w:rFonts w:ascii="Verdana" w:eastAsia="Verdana" w:hAnsi="Verdana"/>
            </w:rPr>
            <w:t xml:space="preserve"> </w:t>
          </w:r>
          <w:r w:rsidR="00BA4C59">
            <w:rPr>
              <w:rFonts w:ascii="Verdana" w:eastAsia="Verdana" w:hAnsi="Verdana"/>
            </w:rPr>
            <w:t xml:space="preserve">       </w:t>
          </w:r>
          <w:r w:rsidR="00BA4C59" w:rsidRPr="00BA4C59">
            <w:t>Oblastní ředitelství Ostrava</w:t>
          </w:r>
        </w:p>
        <w:p w14:paraId="0F8137F4" w14:textId="77777777" w:rsidR="00BA4C59" w:rsidRPr="00BA4C59" w:rsidRDefault="00D6071C" w:rsidP="00BA4C59">
          <w:pPr>
            <w:pStyle w:val="Zpat"/>
          </w:pPr>
          <w:r>
            <w:t>IČO: 709 94 234 DIČ: CZ 709 94</w:t>
          </w:r>
          <w:r w:rsidR="00BA4C59">
            <w:t> </w:t>
          </w:r>
          <w:r>
            <w:t>234</w:t>
          </w:r>
          <w:r w:rsidR="00BA4C59">
            <w:t xml:space="preserve">             </w:t>
          </w:r>
          <w:r w:rsidR="00BA4C59" w:rsidRPr="00BA4C59">
            <w:t>Muglinovská 1038/5</w:t>
          </w:r>
        </w:p>
        <w:p w14:paraId="69A2C863" w14:textId="77777777" w:rsidR="00BA4C59" w:rsidRDefault="00D6071C" w:rsidP="00BA4C59">
          <w:pPr>
            <w:pStyle w:val="Zpat"/>
          </w:pPr>
          <w:r>
            <w:t>spravazeleznic.cz</w:t>
          </w:r>
          <w:r w:rsidR="00BA4C59">
            <w:t xml:space="preserve">                                          </w:t>
          </w:r>
          <w:r w:rsidR="00BA4C59" w:rsidRPr="00BA4C59">
            <w:t>702 00 Ostrava</w:t>
          </w:r>
        </w:p>
        <w:p w14:paraId="0F632BD3" w14:textId="0B10B04F" w:rsidR="00D6071C" w:rsidRDefault="00D6071C" w:rsidP="00D015F4">
          <w:pPr>
            <w:pStyle w:val="Zpat"/>
          </w:pP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CCEF1" w14:textId="77777777" w:rsidR="00FF1586" w:rsidRDefault="00FF1586" w:rsidP="00962258">
      <w:pPr>
        <w:spacing w:after="0" w:line="240" w:lineRule="auto"/>
      </w:pPr>
      <w:r>
        <w:separator/>
      </w:r>
    </w:p>
  </w:footnote>
  <w:footnote w:type="continuationSeparator" w:id="0">
    <w:p w14:paraId="0CC13EC8" w14:textId="77777777" w:rsidR="00FF1586" w:rsidRDefault="00FF15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410"/>
      <w:gridCol w:w="6804"/>
    </w:tblGrid>
    <w:tr w:rsidR="00D6071C" w:rsidRPr="002A6AEA" w14:paraId="3FD79E07" w14:textId="77777777" w:rsidTr="00BB5144">
      <w:trPr>
        <w:trHeight w:hRule="exact" w:val="1165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2410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6804" w:type="dxa"/>
          <w:shd w:val="clear" w:color="auto" w:fill="auto"/>
          <w:tcMar>
            <w:left w:w="0" w:type="dxa"/>
            <w:right w:w="0" w:type="dxa"/>
          </w:tcMar>
        </w:tcPr>
        <w:p w14:paraId="0C6E5A0F" w14:textId="17E97691" w:rsidR="00B53BFB" w:rsidRDefault="00B53BFB" w:rsidP="00B53BFB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Příloha</w:t>
          </w:r>
          <w:r w:rsidR="00BB5144"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č.</w:t>
          </w: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1</w:t>
          </w:r>
          <w:r w:rsidR="00FC6A10"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Dílu 3 Zadávací dokumentace</w:t>
          </w: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:</w:t>
          </w:r>
          <w:r w:rsidRPr="00A31950">
            <w:rPr>
              <w:b w:val="0"/>
              <w:color w:val="auto"/>
              <w:sz w:val="18"/>
              <w:szCs w:val="18"/>
            </w:rPr>
            <w:t xml:space="preserve">              </w:t>
          </w:r>
        </w:p>
        <w:p w14:paraId="11067464" w14:textId="14C288BD" w:rsidR="005416CF" w:rsidRDefault="00B53BFB" w:rsidP="00BB5144">
          <w:pPr>
            <w:pStyle w:val="Druhdokumentu"/>
            <w:rPr>
              <w:b w:val="0"/>
              <w:color w:val="auto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 xml:space="preserve">Specifikace předmětu veřejné zakázky </w:t>
          </w:r>
          <w:r w:rsidR="00BB5144">
            <w:rPr>
              <w:b w:val="0"/>
              <w:color w:val="auto"/>
              <w:sz w:val="18"/>
              <w:szCs w:val="18"/>
            </w:rPr>
            <w:t>–</w:t>
          </w:r>
          <w:r>
            <w:rPr>
              <w:b w:val="0"/>
              <w:color w:val="auto"/>
              <w:sz w:val="18"/>
              <w:szCs w:val="18"/>
            </w:rPr>
            <w:t xml:space="preserve"> </w:t>
          </w:r>
          <w:r w:rsidR="00BB5144">
            <w:rPr>
              <w:b w:val="0"/>
              <w:color w:val="auto"/>
              <w:sz w:val="18"/>
              <w:szCs w:val="18"/>
            </w:rPr>
            <w:t>technické podmínky</w:t>
          </w:r>
        </w:p>
        <w:p w14:paraId="1C1B9EB6" w14:textId="6AA47732" w:rsidR="00BB5144" w:rsidRPr="005416CF" w:rsidRDefault="00BB5144" w:rsidP="00B53BFB">
          <w:pPr>
            <w:pStyle w:val="Druhdokumentu"/>
            <w:rPr>
              <w:sz w:val="16"/>
              <w:szCs w:val="16"/>
            </w:rPr>
          </w:pPr>
          <w:r>
            <w:rPr>
              <w:rFonts w:eastAsia="Calibri" w:cstheme="minorHAnsi"/>
              <w:b w:val="0"/>
              <w:color w:val="auto"/>
              <w:sz w:val="18"/>
              <w:szCs w:val="18"/>
            </w:rPr>
            <w:t>část P1a TP</w:t>
          </w:r>
        </w:p>
        <w:p w14:paraId="39CB7B31" w14:textId="75FEE2E9" w:rsidR="005416CF" w:rsidRPr="002A6AEA" w:rsidRDefault="005416CF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BB5144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2410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6804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7E8F"/>
    <w:multiLevelType w:val="hybridMultilevel"/>
    <w:tmpl w:val="DC18372E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5B239D"/>
    <w:multiLevelType w:val="hybridMultilevel"/>
    <w:tmpl w:val="CFC2F65E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F06324"/>
    <w:multiLevelType w:val="hybridMultilevel"/>
    <w:tmpl w:val="53E4B45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05A5F"/>
    <w:multiLevelType w:val="multilevel"/>
    <w:tmpl w:val="0D34D660"/>
    <w:numStyleLink w:val="ListBulletmultilevel"/>
  </w:abstractNum>
  <w:abstractNum w:abstractNumId="9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1F035A"/>
    <w:multiLevelType w:val="hybridMultilevel"/>
    <w:tmpl w:val="7C207D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 w16cid:durableId="795950781">
    <w:abstractNumId w:val="6"/>
  </w:num>
  <w:num w:numId="2" w16cid:durableId="282463453">
    <w:abstractNumId w:val="1"/>
  </w:num>
  <w:num w:numId="3" w16cid:durableId="1173573227">
    <w:abstractNumId w:val="17"/>
  </w:num>
  <w:num w:numId="4" w16cid:durableId="629046218">
    <w:abstractNumId w:val="8"/>
  </w:num>
  <w:num w:numId="5" w16cid:durableId="1141849182">
    <w:abstractNumId w:val="14"/>
  </w:num>
  <w:num w:numId="6" w16cid:durableId="864706523">
    <w:abstractNumId w:val="9"/>
  </w:num>
  <w:num w:numId="7" w16cid:durableId="1225488532">
    <w:abstractNumId w:val="11"/>
  </w:num>
  <w:num w:numId="8" w16cid:durableId="232011427">
    <w:abstractNumId w:val="7"/>
  </w:num>
  <w:num w:numId="9" w16cid:durableId="1346010296">
    <w:abstractNumId w:val="15"/>
  </w:num>
  <w:num w:numId="10" w16cid:durableId="999962718">
    <w:abstractNumId w:val="3"/>
  </w:num>
  <w:num w:numId="11" w16cid:durableId="575481645">
    <w:abstractNumId w:val="5"/>
  </w:num>
  <w:num w:numId="12" w16cid:durableId="57678254">
    <w:abstractNumId w:val="16"/>
  </w:num>
  <w:num w:numId="13" w16cid:durableId="1092821759">
    <w:abstractNumId w:val="12"/>
  </w:num>
  <w:num w:numId="14" w16cid:durableId="1667590047">
    <w:abstractNumId w:val="10"/>
  </w:num>
  <w:num w:numId="15" w16cid:durableId="1466507378">
    <w:abstractNumId w:val="0"/>
  </w:num>
  <w:num w:numId="16" w16cid:durableId="500857049">
    <w:abstractNumId w:val="4"/>
  </w:num>
  <w:num w:numId="17" w16cid:durableId="572007521">
    <w:abstractNumId w:val="13"/>
  </w:num>
  <w:num w:numId="18" w16cid:durableId="6351843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771B3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54815"/>
    <w:rsid w:val="00170EC5"/>
    <w:rsid w:val="00172B3C"/>
    <w:rsid w:val="00173DE5"/>
    <w:rsid w:val="001747C1"/>
    <w:rsid w:val="00186692"/>
    <w:rsid w:val="00190B15"/>
    <w:rsid w:val="001B1147"/>
    <w:rsid w:val="001B24E5"/>
    <w:rsid w:val="001B49EB"/>
    <w:rsid w:val="001B4E74"/>
    <w:rsid w:val="001B6097"/>
    <w:rsid w:val="001D66BD"/>
    <w:rsid w:val="00201F23"/>
    <w:rsid w:val="00207DF5"/>
    <w:rsid w:val="00222156"/>
    <w:rsid w:val="0024023A"/>
    <w:rsid w:val="00242B9F"/>
    <w:rsid w:val="00242C3C"/>
    <w:rsid w:val="00255DB8"/>
    <w:rsid w:val="0026184D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A0CCA"/>
    <w:rsid w:val="003B0071"/>
    <w:rsid w:val="003B6755"/>
    <w:rsid w:val="003B6BBD"/>
    <w:rsid w:val="003C180B"/>
    <w:rsid w:val="003D134E"/>
    <w:rsid w:val="003E0DDA"/>
    <w:rsid w:val="003E4A4C"/>
    <w:rsid w:val="003E4ABB"/>
    <w:rsid w:val="003F7214"/>
    <w:rsid w:val="0040211C"/>
    <w:rsid w:val="00413E5D"/>
    <w:rsid w:val="00436B08"/>
    <w:rsid w:val="00437FFE"/>
    <w:rsid w:val="00450F07"/>
    <w:rsid w:val="004539D0"/>
    <w:rsid w:val="00453CD3"/>
    <w:rsid w:val="00460660"/>
    <w:rsid w:val="00486107"/>
    <w:rsid w:val="00491827"/>
    <w:rsid w:val="004A2927"/>
    <w:rsid w:val="004A4E18"/>
    <w:rsid w:val="004B0F3C"/>
    <w:rsid w:val="004B13E1"/>
    <w:rsid w:val="004B5CD0"/>
    <w:rsid w:val="004C2347"/>
    <w:rsid w:val="004C4399"/>
    <w:rsid w:val="004C6678"/>
    <w:rsid w:val="004C6FC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16CF"/>
    <w:rsid w:val="0054439F"/>
    <w:rsid w:val="00553375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C1EE7"/>
    <w:rsid w:val="005D0274"/>
    <w:rsid w:val="005E24FC"/>
    <w:rsid w:val="005F13BD"/>
    <w:rsid w:val="006017FB"/>
    <w:rsid w:val="00607F15"/>
    <w:rsid w:val="0061068E"/>
    <w:rsid w:val="00612482"/>
    <w:rsid w:val="00613A7F"/>
    <w:rsid w:val="00624873"/>
    <w:rsid w:val="00624945"/>
    <w:rsid w:val="00632045"/>
    <w:rsid w:val="00633799"/>
    <w:rsid w:val="006341CD"/>
    <w:rsid w:val="00636285"/>
    <w:rsid w:val="006411CB"/>
    <w:rsid w:val="006465D6"/>
    <w:rsid w:val="00651339"/>
    <w:rsid w:val="00660AD3"/>
    <w:rsid w:val="006626CF"/>
    <w:rsid w:val="00682207"/>
    <w:rsid w:val="0069668E"/>
    <w:rsid w:val="006A5570"/>
    <w:rsid w:val="006A689C"/>
    <w:rsid w:val="006B3D79"/>
    <w:rsid w:val="006C04E1"/>
    <w:rsid w:val="006C4718"/>
    <w:rsid w:val="006C7510"/>
    <w:rsid w:val="006E0578"/>
    <w:rsid w:val="006E314D"/>
    <w:rsid w:val="006F1A41"/>
    <w:rsid w:val="00710723"/>
    <w:rsid w:val="0071113A"/>
    <w:rsid w:val="00720768"/>
    <w:rsid w:val="00723ED1"/>
    <w:rsid w:val="0072469F"/>
    <w:rsid w:val="00742F51"/>
    <w:rsid w:val="00743525"/>
    <w:rsid w:val="007530A7"/>
    <w:rsid w:val="00756436"/>
    <w:rsid w:val="0076286B"/>
    <w:rsid w:val="00766846"/>
    <w:rsid w:val="0077673A"/>
    <w:rsid w:val="007846E1"/>
    <w:rsid w:val="007853DE"/>
    <w:rsid w:val="007A4A7E"/>
    <w:rsid w:val="007A7E54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136B6"/>
    <w:rsid w:val="008201C7"/>
    <w:rsid w:val="008254BC"/>
    <w:rsid w:val="008272EC"/>
    <w:rsid w:val="00836712"/>
    <w:rsid w:val="00852279"/>
    <w:rsid w:val="00852590"/>
    <w:rsid w:val="00852BCD"/>
    <w:rsid w:val="00856E91"/>
    <w:rsid w:val="00857257"/>
    <w:rsid w:val="0086615B"/>
    <w:rsid w:val="00873F17"/>
    <w:rsid w:val="008740BD"/>
    <w:rsid w:val="00883E4D"/>
    <w:rsid w:val="00891E7D"/>
    <w:rsid w:val="00894C02"/>
    <w:rsid w:val="00895BBB"/>
    <w:rsid w:val="008A3568"/>
    <w:rsid w:val="008D03B9"/>
    <w:rsid w:val="008E2C2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1930"/>
    <w:rsid w:val="00A94C2F"/>
    <w:rsid w:val="00A9655D"/>
    <w:rsid w:val="00A96A59"/>
    <w:rsid w:val="00AA4CBB"/>
    <w:rsid w:val="00AA65FA"/>
    <w:rsid w:val="00AA7351"/>
    <w:rsid w:val="00AC47DC"/>
    <w:rsid w:val="00AD056F"/>
    <w:rsid w:val="00AD57C8"/>
    <w:rsid w:val="00AD6731"/>
    <w:rsid w:val="00AF1AD0"/>
    <w:rsid w:val="00B008D5"/>
    <w:rsid w:val="00B06145"/>
    <w:rsid w:val="00B13CC7"/>
    <w:rsid w:val="00B15A8D"/>
    <w:rsid w:val="00B15D0D"/>
    <w:rsid w:val="00B211EF"/>
    <w:rsid w:val="00B2198A"/>
    <w:rsid w:val="00B2400B"/>
    <w:rsid w:val="00B2530B"/>
    <w:rsid w:val="00B34153"/>
    <w:rsid w:val="00B34218"/>
    <w:rsid w:val="00B51DB2"/>
    <w:rsid w:val="00B53BFB"/>
    <w:rsid w:val="00B7313F"/>
    <w:rsid w:val="00B75D2B"/>
    <w:rsid w:val="00B75EE1"/>
    <w:rsid w:val="00B77481"/>
    <w:rsid w:val="00B8518B"/>
    <w:rsid w:val="00B91654"/>
    <w:rsid w:val="00BA0376"/>
    <w:rsid w:val="00BA20AC"/>
    <w:rsid w:val="00BA4C59"/>
    <w:rsid w:val="00BB4DC1"/>
    <w:rsid w:val="00BB5144"/>
    <w:rsid w:val="00BC260A"/>
    <w:rsid w:val="00BD230A"/>
    <w:rsid w:val="00BD7E91"/>
    <w:rsid w:val="00BD7F0D"/>
    <w:rsid w:val="00BF4756"/>
    <w:rsid w:val="00C02D0A"/>
    <w:rsid w:val="00C03A6E"/>
    <w:rsid w:val="00C03DAD"/>
    <w:rsid w:val="00C136EB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0E08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145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762E9"/>
    <w:rsid w:val="00EA0815"/>
    <w:rsid w:val="00EB104F"/>
    <w:rsid w:val="00EB2B45"/>
    <w:rsid w:val="00EC114B"/>
    <w:rsid w:val="00EC229A"/>
    <w:rsid w:val="00EC3BD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540F"/>
    <w:rsid w:val="00F659EB"/>
    <w:rsid w:val="00F67100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A4335"/>
    <w:rsid w:val="00FB6342"/>
    <w:rsid w:val="00FC6389"/>
    <w:rsid w:val="00FC6A10"/>
    <w:rsid w:val="00FD0687"/>
    <w:rsid w:val="00FE2378"/>
    <w:rsid w:val="00FE586E"/>
    <w:rsid w:val="00FF1586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47EEC-426D-4551-84E4-C5245BEDA5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23</TotalTime>
  <Pages>3</Pages>
  <Words>599</Words>
  <Characters>3538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12</cp:revision>
  <cp:lastPrinted>2024-03-19T06:11:00Z</cp:lastPrinted>
  <dcterms:created xsi:type="dcterms:W3CDTF">2024-03-18T13:48:00Z</dcterms:created>
  <dcterms:modified xsi:type="dcterms:W3CDTF">2024-03-19T11:55:00Z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